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E451A3" w14:textId="77777777" w:rsidR="007D0EBF" w:rsidRDefault="007D0EBF" w:rsidP="008C4574">
      <w:pPr>
        <w:pStyle w:val="berschrift2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Objekte in einer Datei speichern</w:t>
      </w:r>
    </w:p>
    <w:p w14:paraId="671C89A4" w14:textId="4C9BEF50" w:rsidR="00031E9E" w:rsidRDefault="00031E9E" w:rsidP="00031E9E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Durch das Interface </w:t>
      </w:r>
      <w:proofErr w:type="spellStart"/>
      <w:r w:rsidRPr="00D02644">
        <w:rPr>
          <w:rFonts w:eastAsiaTheme="minorHAnsi"/>
          <w:lang w:eastAsia="en-US"/>
        </w:rPr>
        <w:t>Serializable</w:t>
      </w:r>
      <w:proofErr w:type="spellEnd"/>
      <w:r>
        <w:rPr>
          <w:rFonts w:eastAsiaTheme="minorHAnsi"/>
          <w:lang w:eastAsia="en-US"/>
        </w:rPr>
        <w:t xml:space="preserve"> werden alle</w:t>
      </w:r>
      <w:r w:rsidR="000C4FA5">
        <w:rPr>
          <w:rFonts w:eastAsiaTheme="minorHAnsi"/>
          <w:lang w:eastAsia="en-US"/>
        </w:rPr>
        <w:t xml:space="preserve"> Objekte, die dieses Interface i</w:t>
      </w:r>
      <w:r>
        <w:rPr>
          <w:rFonts w:eastAsiaTheme="minorHAnsi"/>
          <w:lang w:eastAsia="en-US"/>
        </w:rPr>
        <w:t>mplementieren, über die Streams ausgegeben</w:t>
      </w:r>
      <w:r w:rsidR="009E0DC7">
        <w:rPr>
          <w:rFonts w:eastAsiaTheme="minorHAnsi"/>
          <w:lang w:eastAsia="en-US"/>
        </w:rPr>
        <w:t xml:space="preserve">. </w:t>
      </w:r>
      <w:r w:rsidR="00B3614E">
        <w:rPr>
          <w:rFonts w:eastAsiaTheme="minorHAnsi"/>
          <w:lang w:eastAsia="en-US"/>
        </w:rPr>
        <w:t xml:space="preserve">Das Objekt wird quasi für den Versand verpackt. </w:t>
      </w:r>
    </w:p>
    <w:p w14:paraId="312A1D73" w14:textId="35384919" w:rsidR="00031E9E" w:rsidRPr="00A921CE" w:rsidRDefault="00031E9E" w:rsidP="00A921CE">
      <w:pPr>
        <w:pStyle w:val="Listenabsatz"/>
        <w:numPr>
          <w:ilvl w:val="0"/>
          <w:numId w:val="13"/>
        </w:numPr>
        <w:rPr>
          <w:rFonts w:eastAsiaTheme="minorHAnsi"/>
          <w:lang w:eastAsia="en-US"/>
        </w:rPr>
      </w:pPr>
      <w:r w:rsidRPr="00A921CE">
        <w:rPr>
          <w:rFonts w:eastAsiaTheme="minorHAnsi"/>
          <w:lang w:eastAsia="en-US"/>
        </w:rPr>
        <w:t xml:space="preserve">Ermitteln Sie, ausgehend von den Objekten der Klasse </w:t>
      </w:r>
      <w:proofErr w:type="spellStart"/>
      <w:r w:rsidRPr="00D02644">
        <w:rPr>
          <w:rFonts w:eastAsiaTheme="minorHAnsi"/>
          <w:lang w:eastAsia="en-US"/>
        </w:rPr>
        <w:t>BikeData</w:t>
      </w:r>
      <w:proofErr w:type="spellEnd"/>
      <w:r w:rsidRPr="00A921CE">
        <w:rPr>
          <w:rFonts w:eastAsiaTheme="minorHAnsi"/>
          <w:lang w:eastAsia="en-US"/>
        </w:rPr>
        <w:t>, welche Klassen aus dem Infoblatt in welcher Reihenfolge ausgerufen werden müssen, bzw. welche Objekte ineinander übergehen müssen.</w:t>
      </w:r>
    </w:p>
    <w:p w14:paraId="4B5924BD" w14:textId="1948D9B8" w:rsidR="00031E9E" w:rsidRDefault="00031E9E" w:rsidP="00E41571">
      <w:pPr>
        <w:rPr>
          <w:rFonts w:eastAsiaTheme="minorHAnsi"/>
          <w:noProof/>
        </w:rPr>
      </w:pPr>
    </w:p>
    <w:p w14:paraId="1AD5212B" w14:textId="74DFE12A" w:rsidR="008C14C4" w:rsidRDefault="008C14C4" w:rsidP="00E41571">
      <w:pPr>
        <w:rPr>
          <w:rFonts w:eastAsiaTheme="minorHAnsi"/>
          <w:noProof/>
        </w:rPr>
      </w:pPr>
    </w:p>
    <w:p w14:paraId="4BCDF979" w14:textId="77777777" w:rsidR="008C14C4" w:rsidRDefault="008C14C4" w:rsidP="00E41571">
      <w:pPr>
        <w:rPr>
          <w:rFonts w:eastAsiaTheme="minorHAnsi"/>
          <w:lang w:eastAsia="en-US"/>
        </w:rPr>
      </w:pPr>
    </w:p>
    <w:p w14:paraId="1AFDA0A0" w14:textId="77777777" w:rsidR="00E41571" w:rsidRDefault="00E41571" w:rsidP="00E41571">
      <w:pPr>
        <w:rPr>
          <w:rFonts w:eastAsiaTheme="minorHAnsi"/>
          <w:lang w:eastAsia="en-US"/>
        </w:rPr>
      </w:pPr>
    </w:p>
    <w:p w14:paraId="54EFA774" w14:textId="77777777" w:rsidR="00031E9E" w:rsidRDefault="00031E9E" w:rsidP="000D602C">
      <w:pPr>
        <w:rPr>
          <w:rFonts w:eastAsiaTheme="minorHAnsi"/>
          <w:lang w:eastAsia="en-US"/>
        </w:rPr>
      </w:pPr>
    </w:p>
    <w:p w14:paraId="491023C0" w14:textId="2A3ED162" w:rsidR="00DE64A6" w:rsidRDefault="00031E9E" w:rsidP="00A921CE">
      <w:pPr>
        <w:pStyle w:val="Listenabsatz"/>
        <w:numPr>
          <w:ilvl w:val="0"/>
          <w:numId w:val="13"/>
        </w:numPr>
        <w:rPr>
          <w:rFonts w:eastAsiaTheme="minorHAnsi"/>
          <w:lang w:eastAsia="en-US"/>
        </w:rPr>
      </w:pPr>
      <w:r w:rsidRPr="00A921CE">
        <w:rPr>
          <w:rFonts w:eastAsiaTheme="minorHAnsi"/>
          <w:lang w:eastAsia="en-US"/>
        </w:rPr>
        <w:t xml:space="preserve">Entwerfen Sie eine Methode </w:t>
      </w:r>
      <w:proofErr w:type="spellStart"/>
      <w:proofErr w:type="gramStart"/>
      <w:r w:rsidRPr="00D02644">
        <w:rPr>
          <w:rFonts w:eastAsiaTheme="minorHAnsi"/>
          <w:lang w:eastAsia="en-US"/>
        </w:rPr>
        <w:t>writeDataToFile</w:t>
      </w:r>
      <w:proofErr w:type="spellEnd"/>
      <w:r w:rsidRPr="00A921CE">
        <w:rPr>
          <w:rFonts w:eastAsiaTheme="minorHAnsi"/>
          <w:lang w:eastAsia="en-US"/>
        </w:rPr>
        <w:t>(</w:t>
      </w:r>
      <w:proofErr w:type="gramEnd"/>
      <w:r w:rsidRPr="00A921CE">
        <w:rPr>
          <w:rFonts w:eastAsiaTheme="minorHAnsi"/>
          <w:lang w:eastAsia="en-US"/>
        </w:rPr>
        <w:t xml:space="preserve">), die </w:t>
      </w:r>
      <w:r w:rsidR="00EA131E">
        <w:rPr>
          <w:rFonts w:eastAsiaTheme="minorHAnsi"/>
          <w:lang w:eastAsia="en-US"/>
        </w:rPr>
        <w:t xml:space="preserve">alle Objekte vom Typ </w:t>
      </w:r>
      <w:proofErr w:type="spellStart"/>
      <w:r w:rsidR="00EA131E" w:rsidRPr="00D02644">
        <w:rPr>
          <w:rFonts w:eastAsiaTheme="minorHAnsi"/>
          <w:lang w:eastAsia="en-US"/>
        </w:rPr>
        <w:t>BikeData</w:t>
      </w:r>
      <w:proofErr w:type="spellEnd"/>
      <w:r w:rsidR="00EA131E">
        <w:rPr>
          <w:rFonts w:eastAsiaTheme="minorHAnsi"/>
          <w:lang w:eastAsia="en-US"/>
        </w:rPr>
        <w:t xml:space="preserve"> auf eine Datei schreibt. Vereinbaren Sie den Dateinamen als konstantes Attribut in der Managerklasse.</w:t>
      </w:r>
      <w:r w:rsidR="00663A68">
        <w:rPr>
          <w:rFonts w:eastAsiaTheme="minorHAnsi"/>
          <w:lang w:eastAsia="en-US"/>
        </w:rPr>
        <w:t xml:space="preserve"> (Hinweis: Sie können auf die Ausnahmebehandlungen zunächst verzichten)</w:t>
      </w:r>
    </w:p>
    <w:p w14:paraId="46F3710C" w14:textId="1DE952B8" w:rsidR="00E41571" w:rsidRDefault="00E41571" w:rsidP="00E41571">
      <w:pPr>
        <w:pStyle w:val="Listenabsatz"/>
        <w:rPr>
          <w:rFonts w:eastAsiaTheme="minorHAnsi"/>
          <w:lang w:eastAsia="en-US"/>
        </w:rPr>
      </w:pPr>
    </w:p>
    <w:p w14:paraId="1B172A52" w14:textId="471DE0E3" w:rsidR="00E41571" w:rsidRPr="00A921CE" w:rsidRDefault="00E41571" w:rsidP="00E41571">
      <w:pPr>
        <w:pStyle w:val="Listenabsatz"/>
        <w:rPr>
          <w:rFonts w:eastAsiaTheme="minorHAnsi"/>
          <w:lang w:eastAsia="en-US"/>
        </w:rPr>
      </w:pPr>
    </w:p>
    <w:p w14:paraId="6628098E" w14:textId="42026944" w:rsidR="00E41571" w:rsidRDefault="00E41571" w:rsidP="000D602C">
      <w:pPr>
        <w:rPr>
          <w:rFonts w:eastAsiaTheme="minorHAnsi"/>
          <w:lang w:eastAsia="en-US"/>
        </w:rPr>
      </w:pPr>
    </w:p>
    <w:p w14:paraId="2BC24FDC" w14:textId="2A5ED9F8" w:rsidR="00EA131E" w:rsidRDefault="00EA131E" w:rsidP="000D602C">
      <w:pPr>
        <w:rPr>
          <w:rFonts w:eastAsiaTheme="minorHAnsi"/>
          <w:lang w:eastAsia="en-US"/>
        </w:rPr>
      </w:pPr>
    </w:p>
    <w:p w14:paraId="13DCD856" w14:textId="0A534E68" w:rsidR="00E41571" w:rsidRDefault="00E41571" w:rsidP="000D602C">
      <w:pPr>
        <w:rPr>
          <w:rFonts w:eastAsiaTheme="minorHAnsi"/>
          <w:lang w:eastAsia="en-US"/>
        </w:rPr>
      </w:pPr>
    </w:p>
    <w:p w14:paraId="38F397D7" w14:textId="54C6A686" w:rsidR="00E41571" w:rsidRDefault="00E41571" w:rsidP="000D602C">
      <w:pPr>
        <w:rPr>
          <w:rFonts w:eastAsiaTheme="minorHAnsi"/>
          <w:lang w:eastAsia="en-US"/>
        </w:rPr>
      </w:pPr>
    </w:p>
    <w:p w14:paraId="63EF3865" w14:textId="1700E5BF" w:rsidR="00E41571" w:rsidRDefault="00E41571" w:rsidP="000D602C">
      <w:pPr>
        <w:rPr>
          <w:rFonts w:eastAsiaTheme="minorHAnsi"/>
          <w:lang w:eastAsia="en-US"/>
        </w:rPr>
      </w:pPr>
    </w:p>
    <w:p w14:paraId="187A86A3" w14:textId="77777777" w:rsidR="00E41571" w:rsidRDefault="00E41571" w:rsidP="000D602C">
      <w:pPr>
        <w:rPr>
          <w:rFonts w:eastAsiaTheme="minorHAnsi"/>
          <w:lang w:eastAsia="en-US"/>
        </w:rPr>
      </w:pPr>
    </w:p>
    <w:p w14:paraId="23512631" w14:textId="247D953D" w:rsidR="00795E11" w:rsidRDefault="000930B9" w:rsidP="00663A68">
      <w:pPr>
        <w:pStyle w:val="Listenabsatz"/>
        <w:numPr>
          <w:ilvl w:val="0"/>
          <w:numId w:val="13"/>
        </w:numPr>
        <w:rPr>
          <w:rFonts w:eastAsiaTheme="minorHAnsi"/>
          <w:lang w:eastAsia="en-US"/>
        </w:rPr>
      </w:pPr>
      <w:r w:rsidRPr="00663A68">
        <w:rPr>
          <w:rFonts w:eastAsiaTheme="minorHAnsi"/>
          <w:lang w:eastAsia="en-US"/>
        </w:rPr>
        <w:t xml:space="preserve">Entwerfen Sie eine Methode </w:t>
      </w:r>
      <w:proofErr w:type="spellStart"/>
      <w:proofErr w:type="gramStart"/>
      <w:r w:rsidRPr="00D02644">
        <w:rPr>
          <w:rFonts w:eastAsiaTheme="minorHAnsi"/>
          <w:lang w:eastAsia="en-US"/>
        </w:rPr>
        <w:t>readDataFromFile</w:t>
      </w:r>
      <w:proofErr w:type="spellEnd"/>
      <w:r w:rsidRPr="00663A68">
        <w:rPr>
          <w:rFonts w:eastAsiaTheme="minorHAnsi"/>
          <w:lang w:eastAsia="en-US"/>
        </w:rPr>
        <w:t>(</w:t>
      </w:r>
      <w:proofErr w:type="gramEnd"/>
      <w:r w:rsidRPr="00663A68">
        <w:rPr>
          <w:rFonts w:eastAsiaTheme="minorHAnsi"/>
          <w:lang w:eastAsia="en-US"/>
        </w:rPr>
        <w:t xml:space="preserve">), die alle auf der oben angelegten Datei geschriebenen Objekte wieder in das </w:t>
      </w:r>
      <w:r w:rsidR="002B0403" w:rsidRPr="00663A68">
        <w:rPr>
          <w:rFonts w:eastAsiaTheme="minorHAnsi"/>
          <w:lang w:eastAsia="en-US"/>
        </w:rPr>
        <w:t xml:space="preserve">Attribut </w:t>
      </w:r>
      <w:proofErr w:type="spellStart"/>
      <w:r w:rsidR="002B0403" w:rsidRPr="00D02644">
        <w:rPr>
          <w:rFonts w:eastAsiaTheme="minorHAnsi"/>
          <w:lang w:eastAsia="en-US"/>
        </w:rPr>
        <w:t>bikeData</w:t>
      </w:r>
      <w:proofErr w:type="spellEnd"/>
      <w:r w:rsidR="002B0403" w:rsidRPr="00663A68">
        <w:rPr>
          <w:rFonts w:eastAsiaTheme="minorHAnsi"/>
          <w:lang w:eastAsia="en-US"/>
        </w:rPr>
        <w:t>, in dem alle Objekte verfügbar sein sollen, zurückliest.</w:t>
      </w:r>
      <w:r w:rsidR="00663A68">
        <w:rPr>
          <w:rFonts w:eastAsiaTheme="minorHAnsi"/>
          <w:lang w:eastAsia="en-US"/>
        </w:rPr>
        <w:t xml:space="preserve"> (Hinweis: Sie können auf die Ausnahmebehandlung zunächst verzichten)</w:t>
      </w:r>
    </w:p>
    <w:p w14:paraId="00D302FB" w14:textId="41D906AB" w:rsidR="00E41571" w:rsidRDefault="00E41571" w:rsidP="00E41571">
      <w:pPr>
        <w:pStyle w:val="Listenabsatz"/>
        <w:rPr>
          <w:rFonts w:eastAsiaTheme="minorHAnsi"/>
          <w:lang w:eastAsia="en-US"/>
        </w:rPr>
      </w:pPr>
    </w:p>
    <w:p w14:paraId="3DE19B26" w14:textId="77777777" w:rsidR="00E41571" w:rsidRPr="00663A68" w:rsidRDefault="00E41571" w:rsidP="00E41571">
      <w:pPr>
        <w:pStyle w:val="Listenabsatz"/>
        <w:rPr>
          <w:rFonts w:eastAsiaTheme="minorHAnsi"/>
          <w:lang w:eastAsia="en-US"/>
        </w:rPr>
      </w:pPr>
    </w:p>
    <w:p w14:paraId="7B32F213" w14:textId="1DCEACE4" w:rsidR="009E0DC7" w:rsidRDefault="009E0DC7" w:rsidP="000D602C">
      <w:pPr>
        <w:rPr>
          <w:rFonts w:eastAsiaTheme="minorHAnsi"/>
          <w:lang w:eastAsia="en-US"/>
        </w:rPr>
      </w:pPr>
    </w:p>
    <w:p w14:paraId="0CAF2187" w14:textId="451A8D86" w:rsidR="002B0403" w:rsidRDefault="002B0403" w:rsidP="000D602C">
      <w:pPr>
        <w:rPr>
          <w:rFonts w:eastAsiaTheme="minorHAnsi"/>
          <w:lang w:eastAsia="en-US"/>
        </w:rPr>
      </w:pPr>
    </w:p>
    <w:p w14:paraId="2BF15E49" w14:textId="2956BE5A" w:rsidR="002B0403" w:rsidRDefault="002B0403" w:rsidP="000D602C">
      <w:pPr>
        <w:rPr>
          <w:rFonts w:eastAsiaTheme="minorHAnsi"/>
          <w:lang w:eastAsia="en-US"/>
        </w:rPr>
      </w:pPr>
    </w:p>
    <w:p w14:paraId="7FD150B1" w14:textId="2D4658A7" w:rsidR="002B0403" w:rsidRDefault="002B0403" w:rsidP="000D602C">
      <w:pPr>
        <w:rPr>
          <w:rFonts w:eastAsiaTheme="minorHAnsi"/>
          <w:lang w:eastAsia="en-US"/>
        </w:rPr>
      </w:pPr>
    </w:p>
    <w:p w14:paraId="7EC3D20F" w14:textId="017C1EAD" w:rsidR="002B0403" w:rsidRDefault="002B0403" w:rsidP="000D602C">
      <w:pPr>
        <w:rPr>
          <w:rFonts w:eastAsiaTheme="minorHAnsi"/>
          <w:lang w:eastAsia="en-US"/>
        </w:rPr>
      </w:pPr>
    </w:p>
    <w:p w14:paraId="11B17CD0" w14:textId="77777777" w:rsidR="002B0403" w:rsidRDefault="002B0403" w:rsidP="000D602C">
      <w:pPr>
        <w:rPr>
          <w:rFonts w:eastAsiaTheme="minorHAnsi"/>
          <w:lang w:eastAsia="en-US"/>
        </w:rPr>
      </w:pPr>
    </w:p>
    <w:p w14:paraId="1BCFBA2D" w14:textId="3478D589" w:rsidR="00104DF5" w:rsidRDefault="00104DF5" w:rsidP="00104DF5">
      <w:pPr>
        <w:pStyle w:val="Listenabsatz"/>
        <w:numPr>
          <w:ilvl w:val="0"/>
          <w:numId w:val="13"/>
        </w:numPr>
        <w:rPr>
          <w:rFonts w:eastAsiaTheme="minorHAnsi"/>
          <w:lang w:eastAsia="en-US"/>
        </w:rPr>
      </w:pPr>
      <w:r w:rsidRPr="00104DF5">
        <w:rPr>
          <w:rFonts w:eastAsiaTheme="minorHAnsi"/>
          <w:lang w:eastAsia="en-US"/>
        </w:rPr>
        <w:t xml:space="preserve">Überlegen Sie nun, an welcher Stelle die Methode </w:t>
      </w:r>
      <w:proofErr w:type="spellStart"/>
      <w:proofErr w:type="gramStart"/>
      <w:r w:rsidRPr="00D02644">
        <w:rPr>
          <w:rFonts w:eastAsiaTheme="minorHAnsi"/>
          <w:lang w:eastAsia="en-US"/>
        </w:rPr>
        <w:t>readDataFromFile</w:t>
      </w:r>
      <w:proofErr w:type="spellEnd"/>
      <w:r w:rsidRPr="00104DF5">
        <w:rPr>
          <w:rFonts w:eastAsiaTheme="minorHAnsi"/>
          <w:lang w:eastAsia="en-US"/>
        </w:rPr>
        <w:t>(</w:t>
      </w:r>
      <w:proofErr w:type="gramEnd"/>
      <w:r w:rsidRPr="00104DF5">
        <w:rPr>
          <w:rFonts w:eastAsiaTheme="minorHAnsi"/>
          <w:lang w:eastAsia="en-US"/>
        </w:rPr>
        <w:t xml:space="preserve">) aufgerufen werden sollte, um eine möglichst intuitive Benutzung des </w:t>
      </w:r>
      <w:r w:rsidRPr="00104DF5">
        <w:rPr>
          <w:rFonts w:eastAsiaTheme="minorHAnsi"/>
          <w:lang w:eastAsia="en-US"/>
        </w:rPr>
        <w:lastRenderedPageBreak/>
        <w:t>Programms zu ermöglichen. Sorgen Sie gleichzeitig dafür, dass das Programm nicht abstürzt, wenn die Datei nicht vorhanden sein sollte.</w:t>
      </w:r>
    </w:p>
    <w:p w14:paraId="1AA4B919" w14:textId="3A4C0C95" w:rsidR="00E41571" w:rsidRDefault="00E41571" w:rsidP="00E41571">
      <w:pPr>
        <w:pStyle w:val="Listenabsatz"/>
        <w:rPr>
          <w:rFonts w:eastAsiaTheme="minorHAnsi"/>
          <w:lang w:eastAsia="en-US"/>
        </w:rPr>
      </w:pPr>
    </w:p>
    <w:p w14:paraId="128B7B83" w14:textId="77777777" w:rsidR="00E41571" w:rsidRPr="00104DF5" w:rsidRDefault="00E41571" w:rsidP="00E41571">
      <w:pPr>
        <w:pStyle w:val="Listenabsatz"/>
        <w:rPr>
          <w:rFonts w:eastAsiaTheme="minorHAnsi"/>
          <w:lang w:eastAsia="en-US"/>
        </w:rPr>
      </w:pPr>
    </w:p>
    <w:p w14:paraId="6605505F" w14:textId="37E4657C" w:rsidR="00D35F9E" w:rsidRDefault="00D35F9E" w:rsidP="000D602C">
      <w:pPr>
        <w:rPr>
          <w:rFonts w:eastAsiaTheme="minorHAnsi"/>
          <w:lang w:eastAsia="en-US"/>
        </w:rPr>
      </w:pPr>
    </w:p>
    <w:p w14:paraId="673B97F1" w14:textId="57C948EB" w:rsidR="00D35F9E" w:rsidRDefault="00D35F9E" w:rsidP="000D602C">
      <w:pPr>
        <w:rPr>
          <w:rFonts w:eastAsiaTheme="minorHAnsi"/>
          <w:lang w:eastAsia="en-US"/>
        </w:rPr>
      </w:pPr>
    </w:p>
    <w:p w14:paraId="2E57AEC7" w14:textId="740AFA59" w:rsidR="00D35F9E" w:rsidRDefault="00D35F9E" w:rsidP="000D602C">
      <w:pPr>
        <w:rPr>
          <w:rFonts w:eastAsiaTheme="minorHAnsi"/>
          <w:lang w:eastAsia="en-US"/>
        </w:rPr>
      </w:pPr>
    </w:p>
    <w:p w14:paraId="68C16BD8" w14:textId="36A7FAB2" w:rsidR="00D35F9E" w:rsidRDefault="00D35F9E" w:rsidP="000D602C">
      <w:pPr>
        <w:rPr>
          <w:rFonts w:eastAsiaTheme="minorHAnsi"/>
          <w:lang w:eastAsia="en-US"/>
        </w:rPr>
      </w:pPr>
    </w:p>
    <w:p w14:paraId="46C2448A" w14:textId="437C1FDC" w:rsidR="00D35F9E" w:rsidRDefault="00F35973" w:rsidP="00E41571">
      <w:pPr>
        <w:pStyle w:val="Listenabsatz"/>
        <w:numPr>
          <w:ilvl w:val="0"/>
          <w:numId w:val="13"/>
        </w:numPr>
        <w:rPr>
          <w:rFonts w:eastAsiaTheme="minorHAnsi"/>
          <w:lang w:eastAsia="en-US"/>
        </w:rPr>
      </w:pPr>
      <w:r w:rsidRPr="00E41571">
        <w:rPr>
          <w:rFonts w:eastAsiaTheme="minorHAnsi"/>
          <w:lang w:eastAsia="en-US"/>
        </w:rPr>
        <w:t xml:space="preserve">Zum Schluss schlagen Sie einen Ablauf vor, wie die Daten gesichert werden sollten. Überlegen Sie, welche Möglichkeiten aus Benutzersicht plausibel und arbeitsfreundlich </w:t>
      </w:r>
      <w:r w:rsidRPr="00D02644">
        <w:rPr>
          <w:rFonts w:eastAsiaTheme="minorHAnsi"/>
          <w:lang w:eastAsia="en-US"/>
        </w:rPr>
        <w:t>wären</w:t>
      </w:r>
      <w:r w:rsidR="00D02644" w:rsidRPr="00D02644">
        <w:rPr>
          <w:rFonts w:eastAsiaTheme="minorHAnsi"/>
          <w:lang w:eastAsia="en-US"/>
        </w:rPr>
        <w:t>,</w:t>
      </w:r>
      <w:bookmarkStart w:id="0" w:name="_GoBack"/>
      <w:bookmarkEnd w:id="0"/>
      <w:r w:rsidRPr="00E41571">
        <w:rPr>
          <w:rFonts w:eastAsiaTheme="minorHAnsi"/>
          <w:lang w:eastAsia="en-US"/>
        </w:rPr>
        <w:t xml:space="preserve"> und geben Sie zu diesen Möglichkeiten die passende Implementierung an.</w:t>
      </w:r>
    </w:p>
    <w:p w14:paraId="5590C269" w14:textId="77777777" w:rsidR="00E41571" w:rsidRPr="00E41571" w:rsidRDefault="00E41571" w:rsidP="00E41571">
      <w:pPr>
        <w:pStyle w:val="Listenabsatz"/>
        <w:rPr>
          <w:rFonts w:eastAsiaTheme="minorHAnsi"/>
          <w:lang w:eastAsia="en-US"/>
        </w:rPr>
      </w:pPr>
    </w:p>
    <w:p w14:paraId="469DC5D1" w14:textId="59104B60" w:rsidR="00D35F9E" w:rsidRDefault="00D35F9E" w:rsidP="000D602C">
      <w:pPr>
        <w:rPr>
          <w:rFonts w:eastAsiaTheme="minorHAnsi"/>
          <w:lang w:eastAsia="en-US"/>
        </w:rPr>
      </w:pPr>
    </w:p>
    <w:p w14:paraId="1FBB3293" w14:textId="0F7DE88C" w:rsidR="00F35973" w:rsidRDefault="00F35973" w:rsidP="00DC3289">
      <w:pPr>
        <w:rPr>
          <w:rFonts w:eastAsiaTheme="minorHAnsi"/>
          <w:lang w:eastAsia="en-US"/>
        </w:rPr>
      </w:pPr>
    </w:p>
    <w:p w14:paraId="72DF6FA7" w14:textId="492582FD" w:rsidR="00F35973" w:rsidRDefault="00F35973" w:rsidP="00DC3289">
      <w:pPr>
        <w:rPr>
          <w:rFonts w:eastAsiaTheme="minorHAnsi"/>
          <w:lang w:eastAsia="en-US"/>
        </w:rPr>
      </w:pPr>
    </w:p>
    <w:sectPr w:rsidR="00F35973" w:rsidSect="00425DE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247" w:bottom="1021" w:left="136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8C8C3" w14:textId="77777777" w:rsidR="003B7E0D" w:rsidRDefault="003B7E0D" w:rsidP="009E6718">
      <w:r>
        <w:separator/>
      </w:r>
    </w:p>
  </w:endnote>
  <w:endnote w:type="continuationSeparator" w:id="0">
    <w:p w14:paraId="03A45DF1" w14:textId="77777777" w:rsidR="003B7E0D" w:rsidRDefault="003B7E0D" w:rsidP="009E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Courier New"/>
    <w:panose1 w:val="00000000000000000000"/>
    <w:charset w:val="00"/>
    <w:family w:val="modern"/>
    <w:notTrueType/>
    <w:pitch w:val="variable"/>
    <w:sig w:usb0="00000001" w:usb1="00000003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6A887" w14:textId="77777777" w:rsidR="000C4FA5" w:rsidRDefault="000C4FA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42EF2" w14:textId="00027A21" w:rsidR="00900544" w:rsidRPr="00916469" w:rsidRDefault="00916469" w:rsidP="00916469">
    <w:pPr>
      <w:pStyle w:val="Fuzeile"/>
      <w:rPr>
        <w:rFonts w:cs="Arial"/>
        <w:sz w:val="16"/>
      </w:rPr>
    </w:pPr>
    <w:r w:rsidRPr="00D02644">
      <w:rPr>
        <w:rFonts w:cs="Arial"/>
        <w:sz w:val="16"/>
      </w:rPr>
      <w:fldChar w:fldCharType="begin"/>
    </w:r>
    <w:r w:rsidRPr="00D02644">
      <w:rPr>
        <w:rFonts w:cs="Arial"/>
        <w:sz w:val="16"/>
      </w:rPr>
      <w:instrText xml:space="preserve"> FILENAME \* MERGEFORMAT </w:instrText>
    </w:r>
    <w:r w:rsidRPr="00D02644">
      <w:rPr>
        <w:rFonts w:cs="Arial"/>
        <w:sz w:val="16"/>
      </w:rPr>
      <w:fldChar w:fldCharType="separate"/>
    </w:r>
    <w:r w:rsidR="001E40FC" w:rsidRPr="00D02644">
      <w:rPr>
        <w:rFonts w:cs="Arial"/>
        <w:noProof/>
        <w:sz w:val="16"/>
      </w:rPr>
      <w:t>BPE12_L2</w:t>
    </w:r>
    <w:r w:rsidR="001E40FC">
      <w:rPr>
        <w:rFonts w:cs="Arial"/>
        <w:noProof/>
        <w:sz w:val="16"/>
      </w:rPr>
      <w:t xml:space="preserve"> 2 </w:t>
    </w:r>
    <w:r w:rsidR="001E40FC" w:rsidRPr="00D02644">
      <w:rPr>
        <w:rFonts w:cs="Arial"/>
        <w:noProof/>
        <w:sz w:val="16"/>
      </w:rPr>
      <w:t>Streams_Aufgabenblatt.docx</w:t>
    </w:r>
    <w:r w:rsidRPr="00D02644">
      <w:rPr>
        <w:rFonts w:cs="Arial"/>
        <w:sz w:val="16"/>
      </w:rPr>
      <w:fldChar w:fldCharType="end"/>
    </w:r>
    <w:r>
      <w:rPr>
        <w:rFonts w:cs="Arial"/>
        <w:sz w:val="16"/>
      </w:rPr>
      <w:tab/>
    </w:r>
    <w:r>
      <w:rPr>
        <w:rFonts w:cs="Arial"/>
        <w:sz w:val="16"/>
      </w:rPr>
      <w:tab/>
    </w:r>
    <w:r w:rsidR="00900544" w:rsidRPr="00916469">
      <w:rPr>
        <w:rFonts w:cs="Arial"/>
        <w:sz w:val="16"/>
      </w:rPr>
      <w:t xml:space="preserve">Seite </w:t>
    </w:r>
    <w:r w:rsidR="001467C2" w:rsidRPr="00916469">
      <w:rPr>
        <w:rFonts w:cs="Arial"/>
        <w:sz w:val="16"/>
      </w:rPr>
      <w:fldChar w:fldCharType="begin"/>
    </w:r>
    <w:r w:rsidR="00900544" w:rsidRPr="00916469">
      <w:rPr>
        <w:rFonts w:cs="Arial"/>
        <w:sz w:val="16"/>
      </w:rPr>
      <w:instrText xml:space="preserve"> PAGE  \* Arabic  \* MERGEFORMAT </w:instrText>
    </w:r>
    <w:r w:rsidR="001467C2" w:rsidRPr="00916469">
      <w:rPr>
        <w:rFonts w:cs="Arial"/>
        <w:sz w:val="16"/>
      </w:rPr>
      <w:fldChar w:fldCharType="separate"/>
    </w:r>
    <w:r w:rsidR="00D02644">
      <w:rPr>
        <w:rFonts w:cs="Arial"/>
        <w:noProof/>
        <w:sz w:val="16"/>
      </w:rPr>
      <w:t>2</w:t>
    </w:r>
    <w:r w:rsidR="001467C2" w:rsidRPr="00916469">
      <w:rPr>
        <w:rFonts w:cs="Arial"/>
        <w:sz w:val="16"/>
      </w:rPr>
      <w:fldChar w:fldCharType="end"/>
    </w:r>
    <w:r w:rsidR="00900544" w:rsidRPr="00916469">
      <w:rPr>
        <w:rFonts w:cs="Arial"/>
        <w:sz w:val="16"/>
      </w:rPr>
      <w:t xml:space="preserve"> von </w:t>
    </w:r>
    <w:r w:rsidR="00713B99" w:rsidRPr="00916469">
      <w:rPr>
        <w:sz w:val="16"/>
      </w:rPr>
      <w:fldChar w:fldCharType="begin"/>
    </w:r>
    <w:r w:rsidR="00713B99" w:rsidRPr="00916469">
      <w:rPr>
        <w:sz w:val="16"/>
      </w:rPr>
      <w:instrText xml:space="preserve"> NUMPAGES   \* MERGEFORMAT </w:instrText>
    </w:r>
    <w:r w:rsidR="00713B99" w:rsidRPr="00916469">
      <w:rPr>
        <w:sz w:val="16"/>
      </w:rPr>
      <w:fldChar w:fldCharType="separate"/>
    </w:r>
    <w:r w:rsidR="00D02644" w:rsidRPr="00D02644">
      <w:rPr>
        <w:rFonts w:cs="Arial"/>
        <w:noProof/>
        <w:sz w:val="16"/>
      </w:rPr>
      <w:t>2</w:t>
    </w:r>
    <w:r w:rsidR="00713B99" w:rsidRPr="00916469">
      <w:rPr>
        <w:rFonts w:cs="Arial"/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9DC0E" w14:textId="77777777" w:rsidR="000C4FA5" w:rsidRDefault="000C4FA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D2CCC" w14:textId="77777777" w:rsidR="003B7E0D" w:rsidRDefault="003B7E0D" w:rsidP="009E6718">
      <w:r>
        <w:separator/>
      </w:r>
    </w:p>
  </w:footnote>
  <w:footnote w:type="continuationSeparator" w:id="0">
    <w:p w14:paraId="0616E2F6" w14:textId="77777777" w:rsidR="003B7E0D" w:rsidRDefault="003B7E0D" w:rsidP="009E6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FB7F" w14:textId="77777777" w:rsidR="000C4FA5" w:rsidRDefault="000C4FA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B4A80" w14:textId="77777777" w:rsidR="00555AEF" w:rsidRDefault="00555AEF" w:rsidP="00555AEF">
    <w:pPr>
      <w:pStyle w:val="berschrift3"/>
      <w:spacing w:before="60" w:after="60"/>
      <w:jc w:val="center"/>
    </w:pPr>
    <w:r>
      <w:t>Serialisierung – Teil 2</w:t>
    </w:r>
  </w:p>
  <w:p w14:paraId="5005D56F" w14:textId="4A37427A" w:rsidR="00555AEF" w:rsidRDefault="00555AEF" w:rsidP="00555AEF">
    <w:pPr>
      <w:pStyle w:val="Kopfzeile"/>
      <w:spacing w:after="0" w:line="240" w:lineRule="auto"/>
      <w:jc w:val="center"/>
    </w:pPr>
    <w:r>
      <w:t>Aufgabenblatt</w:t>
    </w:r>
    <w:r>
      <w:rPr>
        <w:noProof/>
      </w:rPr>
      <w:t xml:space="preserve"> </w:t>
    </w:r>
  </w:p>
  <w:p w14:paraId="64DB039B" w14:textId="28A8DFFE" w:rsidR="009E6718" w:rsidRDefault="009E6718" w:rsidP="00AC265F">
    <w:pPr>
      <w:pStyle w:val="Kopfzeile"/>
      <w:spacing w:after="0"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30758" w14:textId="77777777" w:rsidR="000C4FA5" w:rsidRDefault="000C4F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71994"/>
    <w:multiLevelType w:val="hybridMultilevel"/>
    <w:tmpl w:val="FDE60D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A05F1"/>
    <w:multiLevelType w:val="hybridMultilevel"/>
    <w:tmpl w:val="58182D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26C"/>
    <w:multiLevelType w:val="hybridMultilevel"/>
    <w:tmpl w:val="F2D8F2A4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A5684"/>
    <w:multiLevelType w:val="hybridMultilevel"/>
    <w:tmpl w:val="898E9E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D55BE0"/>
    <w:multiLevelType w:val="hybridMultilevel"/>
    <w:tmpl w:val="DFB82BC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24014"/>
    <w:multiLevelType w:val="hybridMultilevel"/>
    <w:tmpl w:val="BB68120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66BF1"/>
    <w:multiLevelType w:val="hybridMultilevel"/>
    <w:tmpl w:val="BB10C6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2E02E5"/>
    <w:multiLevelType w:val="hybridMultilevel"/>
    <w:tmpl w:val="51F803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D1205E"/>
    <w:multiLevelType w:val="hybridMultilevel"/>
    <w:tmpl w:val="D5EC43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450BD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63063444"/>
    <w:multiLevelType w:val="hybridMultilevel"/>
    <w:tmpl w:val="A6465290"/>
    <w:lvl w:ilvl="0" w:tplc="7E12DC3C">
      <w:start w:val="1"/>
      <w:numFmt w:val="decimal"/>
      <w:lvlText w:val="%1."/>
      <w:lvlJc w:val="left"/>
      <w:pPr>
        <w:ind w:left="720" w:hanging="360"/>
      </w:pPr>
      <w:rPr>
        <w:rFonts w:ascii="ArialMT" w:hAnsi="ArialMT" w:cs="ArialMT" w:hint="default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A93DE4"/>
    <w:multiLevelType w:val="hybridMultilevel"/>
    <w:tmpl w:val="2A402A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449A2"/>
    <w:multiLevelType w:val="hybridMultilevel"/>
    <w:tmpl w:val="17EC03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1F6D98"/>
    <w:multiLevelType w:val="hybridMultilevel"/>
    <w:tmpl w:val="8092EC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12"/>
  </w:num>
  <w:num w:numId="7">
    <w:abstractNumId w:val="3"/>
  </w:num>
  <w:num w:numId="8">
    <w:abstractNumId w:val="7"/>
  </w:num>
  <w:num w:numId="9">
    <w:abstractNumId w:val="9"/>
  </w:num>
  <w:num w:numId="10">
    <w:abstractNumId w:val="6"/>
  </w:num>
  <w:num w:numId="11">
    <w:abstractNumId w:val="13"/>
  </w:num>
  <w:num w:numId="12">
    <w:abstractNumId w:val="11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4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8E"/>
    <w:rsid w:val="00000338"/>
    <w:rsid w:val="0000181E"/>
    <w:rsid w:val="00002EBA"/>
    <w:rsid w:val="00006AB9"/>
    <w:rsid w:val="000148D5"/>
    <w:rsid w:val="00017954"/>
    <w:rsid w:val="00024DED"/>
    <w:rsid w:val="00030042"/>
    <w:rsid w:val="00031E9E"/>
    <w:rsid w:val="00034892"/>
    <w:rsid w:val="00036044"/>
    <w:rsid w:val="000509B0"/>
    <w:rsid w:val="00056142"/>
    <w:rsid w:val="00056ADF"/>
    <w:rsid w:val="00057DB9"/>
    <w:rsid w:val="000625F2"/>
    <w:rsid w:val="000629A6"/>
    <w:rsid w:val="00063514"/>
    <w:rsid w:val="0006786B"/>
    <w:rsid w:val="00067B1F"/>
    <w:rsid w:val="0007367E"/>
    <w:rsid w:val="000770B3"/>
    <w:rsid w:val="000826C2"/>
    <w:rsid w:val="000840B0"/>
    <w:rsid w:val="00087367"/>
    <w:rsid w:val="00090CCF"/>
    <w:rsid w:val="000930B9"/>
    <w:rsid w:val="00093A85"/>
    <w:rsid w:val="00094574"/>
    <w:rsid w:val="000954E9"/>
    <w:rsid w:val="000A6594"/>
    <w:rsid w:val="000A7030"/>
    <w:rsid w:val="000B73BB"/>
    <w:rsid w:val="000C4FA5"/>
    <w:rsid w:val="000C5AFC"/>
    <w:rsid w:val="000C690E"/>
    <w:rsid w:val="000D253C"/>
    <w:rsid w:val="000D34F0"/>
    <w:rsid w:val="000D5295"/>
    <w:rsid w:val="000D602C"/>
    <w:rsid w:val="000E17CA"/>
    <w:rsid w:val="000E550F"/>
    <w:rsid w:val="000E7B1B"/>
    <w:rsid w:val="000F132F"/>
    <w:rsid w:val="000F25EA"/>
    <w:rsid w:val="0010023C"/>
    <w:rsid w:val="00101DC2"/>
    <w:rsid w:val="001026F7"/>
    <w:rsid w:val="00102A7A"/>
    <w:rsid w:val="0010461A"/>
    <w:rsid w:val="00104AC2"/>
    <w:rsid w:val="00104DF5"/>
    <w:rsid w:val="00111F6A"/>
    <w:rsid w:val="00112BFB"/>
    <w:rsid w:val="00113BDE"/>
    <w:rsid w:val="00114743"/>
    <w:rsid w:val="0011505B"/>
    <w:rsid w:val="00123003"/>
    <w:rsid w:val="00123EE9"/>
    <w:rsid w:val="001258D3"/>
    <w:rsid w:val="0012603A"/>
    <w:rsid w:val="001321FB"/>
    <w:rsid w:val="001322F2"/>
    <w:rsid w:val="00137DDF"/>
    <w:rsid w:val="00141651"/>
    <w:rsid w:val="00141A34"/>
    <w:rsid w:val="001421A2"/>
    <w:rsid w:val="00142C16"/>
    <w:rsid w:val="00145CF6"/>
    <w:rsid w:val="001467C2"/>
    <w:rsid w:val="0015137F"/>
    <w:rsid w:val="00152A2D"/>
    <w:rsid w:val="00157B15"/>
    <w:rsid w:val="00157CB1"/>
    <w:rsid w:val="00160249"/>
    <w:rsid w:val="00165BC8"/>
    <w:rsid w:val="00166F3E"/>
    <w:rsid w:val="001740EF"/>
    <w:rsid w:val="0017478C"/>
    <w:rsid w:val="00184DE1"/>
    <w:rsid w:val="0018557D"/>
    <w:rsid w:val="001876DC"/>
    <w:rsid w:val="00190C7B"/>
    <w:rsid w:val="0019127C"/>
    <w:rsid w:val="00194DF5"/>
    <w:rsid w:val="001958F2"/>
    <w:rsid w:val="001963E9"/>
    <w:rsid w:val="001A2031"/>
    <w:rsid w:val="001A7E02"/>
    <w:rsid w:val="001B0AA4"/>
    <w:rsid w:val="001B3EF8"/>
    <w:rsid w:val="001B62BA"/>
    <w:rsid w:val="001C53FC"/>
    <w:rsid w:val="001D321E"/>
    <w:rsid w:val="001D4445"/>
    <w:rsid w:val="001D52D2"/>
    <w:rsid w:val="001D5C8D"/>
    <w:rsid w:val="001D731D"/>
    <w:rsid w:val="001E011A"/>
    <w:rsid w:val="001E1AC2"/>
    <w:rsid w:val="001E40FC"/>
    <w:rsid w:val="001E414D"/>
    <w:rsid w:val="001F090E"/>
    <w:rsid w:val="001F0CBD"/>
    <w:rsid w:val="001F6F30"/>
    <w:rsid w:val="002014BF"/>
    <w:rsid w:val="00201C1E"/>
    <w:rsid w:val="00210A3A"/>
    <w:rsid w:val="00211549"/>
    <w:rsid w:val="002219F9"/>
    <w:rsid w:val="00223D46"/>
    <w:rsid w:val="00224A05"/>
    <w:rsid w:val="0022732E"/>
    <w:rsid w:val="00230574"/>
    <w:rsid w:val="00235094"/>
    <w:rsid w:val="00241600"/>
    <w:rsid w:val="00241774"/>
    <w:rsid w:val="00243743"/>
    <w:rsid w:val="00244F7F"/>
    <w:rsid w:val="00246DA7"/>
    <w:rsid w:val="00246EB4"/>
    <w:rsid w:val="002477A0"/>
    <w:rsid w:val="00253556"/>
    <w:rsid w:val="0025386F"/>
    <w:rsid w:val="00254647"/>
    <w:rsid w:val="00257403"/>
    <w:rsid w:val="002612EB"/>
    <w:rsid w:val="00266F6B"/>
    <w:rsid w:val="00266F8F"/>
    <w:rsid w:val="002671FD"/>
    <w:rsid w:val="00267ABC"/>
    <w:rsid w:val="002710AA"/>
    <w:rsid w:val="00271181"/>
    <w:rsid w:val="002777EC"/>
    <w:rsid w:val="002830B0"/>
    <w:rsid w:val="00284160"/>
    <w:rsid w:val="00286401"/>
    <w:rsid w:val="002917FA"/>
    <w:rsid w:val="0029659A"/>
    <w:rsid w:val="002A396B"/>
    <w:rsid w:val="002A783C"/>
    <w:rsid w:val="002B0403"/>
    <w:rsid w:val="002B30F0"/>
    <w:rsid w:val="002B48AA"/>
    <w:rsid w:val="002B4D28"/>
    <w:rsid w:val="002B51A6"/>
    <w:rsid w:val="002C1F7B"/>
    <w:rsid w:val="002C57C6"/>
    <w:rsid w:val="002C76B8"/>
    <w:rsid w:val="002C7FC8"/>
    <w:rsid w:val="002D2667"/>
    <w:rsid w:val="002E1C46"/>
    <w:rsid w:val="002E3310"/>
    <w:rsid w:val="002E3EA3"/>
    <w:rsid w:val="002E5680"/>
    <w:rsid w:val="002E6C2D"/>
    <w:rsid w:val="002E7897"/>
    <w:rsid w:val="002E7AC5"/>
    <w:rsid w:val="002F3BDA"/>
    <w:rsid w:val="002F6FA2"/>
    <w:rsid w:val="00300AB2"/>
    <w:rsid w:val="00303217"/>
    <w:rsid w:val="00304807"/>
    <w:rsid w:val="00305EBE"/>
    <w:rsid w:val="00307C72"/>
    <w:rsid w:val="00314F3E"/>
    <w:rsid w:val="00322B4C"/>
    <w:rsid w:val="00323CC0"/>
    <w:rsid w:val="00327652"/>
    <w:rsid w:val="00330816"/>
    <w:rsid w:val="00331436"/>
    <w:rsid w:val="00331F0C"/>
    <w:rsid w:val="003362A7"/>
    <w:rsid w:val="003446B5"/>
    <w:rsid w:val="00350FED"/>
    <w:rsid w:val="00352185"/>
    <w:rsid w:val="00355028"/>
    <w:rsid w:val="00355CD8"/>
    <w:rsid w:val="00365DC0"/>
    <w:rsid w:val="0036627D"/>
    <w:rsid w:val="00366583"/>
    <w:rsid w:val="0037066A"/>
    <w:rsid w:val="00372E6A"/>
    <w:rsid w:val="00373759"/>
    <w:rsid w:val="00374E36"/>
    <w:rsid w:val="0037593D"/>
    <w:rsid w:val="003765C2"/>
    <w:rsid w:val="0037685A"/>
    <w:rsid w:val="003812EE"/>
    <w:rsid w:val="00383359"/>
    <w:rsid w:val="0038482A"/>
    <w:rsid w:val="00385203"/>
    <w:rsid w:val="00386D57"/>
    <w:rsid w:val="00392EA4"/>
    <w:rsid w:val="00396BAF"/>
    <w:rsid w:val="003A52A0"/>
    <w:rsid w:val="003A6FD9"/>
    <w:rsid w:val="003B213C"/>
    <w:rsid w:val="003B4EEA"/>
    <w:rsid w:val="003B6D7F"/>
    <w:rsid w:val="003B7E0D"/>
    <w:rsid w:val="003C7BB8"/>
    <w:rsid w:val="003D4183"/>
    <w:rsid w:val="003D5293"/>
    <w:rsid w:val="003D7AB8"/>
    <w:rsid w:val="003E0276"/>
    <w:rsid w:val="003E11ED"/>
    <w:rsid w:val="003E24B5"/>
    <w:rsid w:val="003F1A36"/>
    <w:rsid w:val="003F2474"/>
    <w:rsid w:val="003F41D0"/>
    <w:rsid w:val="003F4B95"/>
    <w:rsid w:val="003F58FA"/>
    <w:rsid w:val="003F7AE5"/>
    <w:rsid w:val="00404C7E"/>
    <w:rsid w:val="00406775"/>
    <w:rsid w:val="004079B6"/>
    <w:rsid w:val="00415632"/>
    <w:rsid w:val="0042125D"/>
    <w:rsid w:val="004229FE"/>
    <w:rsid w:val="00422E44"/>
    <w:rsid w:val="00425DE1"/>
    <w:rsid w:val="00426ED7"/>
    <w:rsid w:val="004304A2"/>
    <w:rsid w:val="004322CE"/>
    <w:rsid w:val="004329C3"/>
    <w:rsid w:val="00436667"/>
    <w:rsid w:val="00436ACB"/>
    <w:rsid w:val="0044164E"/>
    <w:rsid w:val="0044338D"/>
    <w:rsid w:val="00453064"/>
    <w:rsid w:val="00460523"/>
    <w:rsid w:val="0046128F"/>
    <w:rsid w:val="00461AA4"/>
    <w:rsid w:val="004641DF"/>
    <w:rsid w:val="004647C3"/>
    <w:rsid w:val="004667D0"/>
    <w:rsid w:val="00475854"/>
    <w:rsid w:val="00477923"/>
    <w:rsid w:val="0048061E"/>
    <w:rsid w:val="0048232D"/>
    <w:rsid w:val="00482CE6"/>
    <w:rsid w:val="00484F99"/>
    <w:rsid w:val="00486738"/>
    <w:rsid w:val="00487DCA"/>
    <w:rsid w:val="0049026D"/>
    <w:rsid w:val="00491006"/>
    <w:rsid w:val="004932DD"/>
    <w:rsid w:val="004964DE"/>
    <w:rsid w:val="00497406"/>
    <w:rsid w:val="004A241A"/>
    <w:rsid w:val="004A4137"/>
    <w:rsid w:val="004A57C9"/>
    <w:rsid w:val="004A7047"/>
    <w:rsid w:val="004B15B9"/>
    <w:rsid w:val="004B49CE"/>
    <w:rsid w:val="004B63D1"/>
    <w:rsid w:val="004B70BD"/>
    <w:rsid w:val="004C4152"/>
    <w:rsid w:val="004C7742"/>
    <w:rsid w:val="004D0F6E"/>
    <w:rsid w:val="004D415D"/>
    <w:rsid w:val="004D4C7F"/>
    <w:rsid w:val="004E3A8B"/>
    <w:rsid w:val="004F08C6"/>
    <w:rsid w:val="004F13A9"/>
    <w:rsid w:val="004F29F1"/>
    <w:rsid w:val="004F2B2E"/>
    <w:rsid w:val="004F43A5"/>
    <w:rsid w:val="004F7E96"/>
    <w:rsid w:val="00500444"/>
    <w:rsid w:val="005044E1"/>
    <w:rsid w:val="00507C27"/>
    <w:rsid w:val="00507E68"/>
    <w:rsid w:val="005121E3"/>
    <w:rsid w:val="00512703"/>
    <w:rsid w:val="0051568B"/>
    <w:rsid w:val="0051784D"/>
    <w:rsid w:val="005250B1"/>
    <w:rsid w:val="00527586"/>
    <w:rsid w:val="005313B2"/>
    <w:rsid w:val="005332F1"/>
    <w:rsid w:val="00534D89"/>
    <w:rsid w:val="0053716C"/>
    <w:rsid w:val="00543A23"/>
    <w:rsid w:val="005443AC"/>
    <w:rsid w:val="00555AEF"/>
    <w:rsid w:val="0056025C"/>
    <w:rsid w:val="00560397"/>
    <w:rsid w:val="00560DE8"/>
    <w:rsid w:val="00562701"/>
    <w:rsid w:val="00563118"/>
    <w:rsid w:val="00564672"/>
    <w:rsid w:val="005662B3"/>
    <w:rsid w:val="005673DA"/>
    <w:rsid w:val="00567786"/>
    <w:rsid w:val="00567C3F"/>
    <w:rsid w:val="00567CC4"/>
    <w:rsid w:val="005707F2"/>
    <w:rsid w:val="00571844"/>
    <w:rsid w:val="0057561A"/>
    <w:rsid w:val="005775D1"/>
    <w:rsid w:val="00585CD7"/>
    <w:rsid w:val="00597436"/>
    <w:rsid w:val="005A37A9"/>
    <w:rsid w:val="005A6FCB"/>
    <w:rsid w:val="005A7326"/>
    <w:rsid w:val="005B165E"/>
    <w:rsid w:val="005B2131"/>
    <w:rsid w:val="005B402F"/>
    <w:rsid w:val="005B4230"/>
    <w:rsid w:val="005C509F"/>
    <w:rsid w:val="005C5447"/>
    <w:rsid w:val="005D0EB9"/>
    <w:rsid w:val="005D38B7"/>
    <w:rsid w:val="005D7BD2"/>
    <w:rsid w:val="005D7CC6"/>
    <w:rsid w:val="005E369A"/>
    <w:rsid w:val="005E7F6A"/>
    <w:rsid w:val="005F142E"/>
    <w:rsid w:val="005F4245"/>
    <w:rsid w:val="005F5FB1"/>
    <w:rsid w:val="005F7102"/>
    <w:rsid w:val="005F7884"/>
    <w:rsid w:val="006010AA"/>
    <w:rsid w:val="006032FA"/>
    <w:rsid w:val="00603ABC"/>
    <w:rsid w:val="00604247"/>
    <w:rsid w:val="00604A11"/>
    <w:rsid w:val="00605977"/>
    <w:rsid w:val="0061312D"/>
    <w:rsid w:val="0061521D"/>
    <w:rsid w:val="006168C4"/>
    <w:rsid w:val="006170D1"/>
    <w:rsid w:val="006214BB"/>
    <w:rsid w:val="00621EA4"/>
    <w:rsid w:val="00624F9C"/>
    <w:rsid w:val="006269D2"/>
    <w:rsid w:val="00630656"/>
    <w:rsid w:val="006322E0"/>
    <w:rsid w:val="0063509E"/>
    <w:rsid w:val="0063577F"/>
    <w:rsid w:val="00635C29"/>
    <w:rsid w:val="00640792"/>
    <w:rsid w:val="0064195E"/>
    <w:rsid w:val="00642353"/>
    <w:rsid w:val="00651AE9"/>
    <w:rsid w:val="00651B43"/>
    <w:rsid w:val="00653386"/>
    <w:rsid w:val="006536F3"/>
    <w:rsid w:val="0065511B"/>
    <w:rsid w:val="006575F6"/>
    <w:rsid w:val="00661C4D"/>
    <w:rsid w:val="00663A68"/>
    <w:rsid w:val="006705CE"/>
    <w:rsid w:val="00670E7E"/>
    <w:rsid w:val="00671DB1"/>
    <w:rsid w:val="00674FFF"/>
    <w:rsid w:val="00676B0F"/>
    <w:rsid w:val="006801DB"/>
    <w:rsid w:val="006813B7"/>
    <w:rsid w:val="006840E8"/>
    <w:rsid w:val="006841BF"/>
    <w:rsid w:val="00685DAF"/>
    <w:rsid w:val="00687FBE"/>
    <w:rsid w:val="006909FB"/>
    <w:rsid w:val="00692172"/>
    <w:rsid w:val="00697287"/>
    <w:rsid w:val="006A160E"/>
    <w:rsid w:val="006A4944"/>
    <w:rsid w:val="006A5E1A"/>
    <w:rsid w:val="006A6A6F"/>
    <w:rsid w:val="006A7900"/>
    <w:rsid w:val="006B05A0"/>
    <w:rsid w:val="006B3C18"/>
    <w:rsid w:val="006B54FB"/>
    <w:rsid w:val="006B7314"/>
    <w:rsid w:val="006C352B"/>
    <w:rsid w:val="006D17FF"/>
    <w:rsid w:val="006D55A6"/>
    <w:rsid w:val="006D5631"/>
    <w:rsid w:val="006D7D47"/>
    <w:rsid w:val="006D7ECB"/>
    <w:rsid w:val="006E0890"/>
    <w:rsid w:val="006E1BA0"/>
    <w:rsid w:val="006E3A18"/>
    <w:rsid w:val="006E504E"/>
    <w:rsid w:val="006F18CB"/>
    <w:rsid w:val="006F6CD8"/>
    <w:rsid w:val="007026E1"/>
    <w:rsid w:val="00703BDB"/>
    <w:rsid w:val="00704DA5"/>
    <w:rsid w:val="0070611F"/>
    <w:rsid w:val="00713AFE"/>
    <w:rsid w:val="00713B99"/>
    <w:rsid w:val="00715060"/>
    <w:rsid w:val="0072166B"/>
    <w:rsid w:val="007274FA"/>
    <w:rsid w:val="00727963"/>
    <w:rsid w:val="00727D52"/>
    <w:rsid w:val="00730697"/>
    <w:rsid w:val="00730A4C"/>
    <w:rsid w:val="00731B22"/>
    <w:rsid w:val="00731CE2"/>
    <w:rsid w:val="00731F65"/>
    <w:rsid w:val="0073265F"/>
    <w:rsid w:val="00734160"/>
    <w:rsid w:val="00734251"/>
    <w:rsid w:val="007365D0"/>
    <w:rsid w:val="00744E04"/>
    <w:rsid w:val="007469FD"/>
    <w:rsid w:val="0074721A"/>
    <w:rsid w:val="00750B6D"/>
    <w:rsid w:val="00752EC2"/>
    <w:rsid w:val="00753007"/>
    <w:rsid w:val="007538D3"/>
    <w:rsid w:val="007539C0"/>
    <w:rsid w:val="00754405"/>
    <w:rsid w:val="00757D6E"/>
    <w:rsid w:val="00766006"/>
    <w:rsid w:val="00767662"/>
    <w:rsid w:val="00770B33"/>
    <w:rsid w:val="00772E6B"/>
    <w:rsid w:val="00773836"/>
    <w:rsid w:val="00775AAD"/>
    <w:rsid w:val="00783D26"/>
    <w:rsid w:val="00786C56"/>
    <w:rsid w:val="007920B4"/>
    <w:rsid w:val="007940CB"/>
    <w:rsid w:val="00795E11"/>
    <w:rsid w:val="007A0AC9"/>
    <w:rsid w:val="007A13B1"/>
    <w:rsid w:val="007A2FA7"/>
    <w:rsid w:val="007B1DC9"/>
    <w:rsid w:val="007B5D32"/>
    <w:rsid w:val="007C177C"/>
    <w:rsid w:val="007C203B"/>
    <w:rsid w:val="007C5388"/>
    <w:rsid w:val="007D01B9"/>
    <w:rsid w:val="007D0A75"/>
    <w:rsid w:val="007D0EBF"/>
    <w:rsid w:val="007D22B2"/>
    <w:rsid w:val="007D556A"/>
    <w:rsid w:val="007D5DC4"/>
    <w:rsid w:val="007D752E"/>
    <w:rsid w:val="007E0988"/>
    <w:rsid w:val="007E0E48"/>
    <w:rsid w:val="007E0F58"/>
    <w:rsid w:val="007E1466"/>
    <w:rsid w:val="007E2678"/>
    <w:rsid w:val="007E777D"/>
    <w:rsid w:val="007F2856"/>
    <w:rsid w:val="007F55C5"/>
    <w:rsid w:val="007F5855"/>
    <w:rsid w:val="00800B8A"/>
    <w:rsid w:val="00802C9F"/>
    <w:rsid w:val="00803DD0"/>
    <w:rsid w:val="00804536"/>
    <w:rsid w:val="008051A2"/>
    <w:rsid w:val="00810E82"/>
    <w:rsid w:val="008125EE"/>
    <w:rsid w:val="008144B2"/>
    <w:rsid w:val="00816E37"/>
    <w:rsid w:val="00830C5D"/>
    <w:rsid w:val="00832B15"/>
    <w:rsid w:val="00834FD5"/>
    <w:rsid w:val="0083525E"/>
    <w:rsid w:val="00835D64"/>
    <w:rsid w:val="0084017A"/>
    <w:rsid w:val="00841A32"/>
    <w:rsid w:val="00842667"/>
    <w:rsid w:val="00845648"/>
    <w:rsid w:val="00852FDE"/>
    <w:rsid w:val="008675B2"/>
    <w:rsid w:val="00867975"/>
    <w:rsid w:val="00880AC2"/>
    <w:rsid w:val="00884421"/>
    <w:rsid w:val="008858A2"/>
    <w:rsid w:val="0088677F"/>
    <w:rsid w:val="0089225D"/>
    <w:rsid w:val="008934CC"/>
    <w:rsid w:val="00893545"/>
    <w:rsid w:val="00893992"/>
    <w:rsid w:val="0089496B"/>
    <w:rsid w:val="00897202"/>
    <w:rsid w:val="00897B7E"/>
    <w:rsid w:val="00897CCF"/>
    <w:rsid w:val="008A05BC"/>
    <w:rsid w:val="008A214D"/>
    <w:rsid w:val="008A30F4"/>
    <w:rsid w:val="008C14C4"/>
    <w:rsid w:val="008C2B4B"/>
    <w:rsid w:val="008C4574"/>
    <w:rsid w:val="008C4E52"/>
    <w:rsid w:val="008C77A0"/>
    <w:rsid w:val="008C7F2A"/>
    <w:rsid w:val="008D40B6"/>
    <w:rsid w:val="008E14B7"/>
    <w:rsid w:val="008E4C79"/>
    <w:rsid w:val="008F11E9"/>
    <w:rsid w:val="008F28B6"/>
    <w:rsid w:val="008F2B0F"/>
    <w:rsid w:val="008F403B"/>
    <w:rsid w:val="008F4E73"/>
    <w:rsid w:val="00900544"/>
    <w:rsid w:val="0090081F"/>
    <w:rsid w:val="00901447"/>
    <w:rsid w:val="009018DA"/>
    <w:rsid w:val="009042A4"/>
    <w:rsid w:val="00904536"/>
    <w:rsid w:val="00911A54"/>
    <w:rsid w:val="00912116"/>
    <w:rsid w:val="00916469"/>
    <w:rsid w:val="00920B92"/>
    <w:rsid w:val="00921FF0"/>
    <w:rsid w:val="009229E6"/>
    <w:rsid w:val="00932E50"/>
    <w:rsid w:val="009330F1"/>
    <w:rsid w:val="0094437F"/>
    <w:rsid w:val="00944DE2"/>
    <w:rsid w:val="009451F5"/>
    <w:rsid w:val="00946691"/>
    <w:rsid w:val="00952C3F"/>
    <w:rsid w:val="00955FEB"/>
    <w:rsid w:val="009560D1"/>
    <w:rsid w:val="0097333B"/>
    <w:rsid w:val="00975433"/>
    <w:rsid w:val="009819FE"/>
    <w:rsid w:val="00983219"/>
    <w:rsid w:val="00985E38"/>
    <w:rsid w:val="009954F0"/>
    <w:rsid w:val="009A08EE"/>
    <w:rsid w:val="009A19E7"/>
    <w:rsid w:val="009A2B77"/>
    <w:rsid w:val="009A3714"/>
    <w:rsid w:val="009A3BC6"/>
    <w:rsid w:val="009B1CCE"/>
    <w:rsid w:val="009C0D46"/>
    <w:rsid w:val="009C2940"/>
    <w:rsid w:val="009C3730"/>
    <w:rsid w:val="009D21D3"/>
    <w:rsid w:val="009D2430"/>
    <w:rsid w:val="009D651E"/>
    <w:rsid w:val="009E0DC7"/>
    <w:rsid w:val="009E1C66"/>
    <w:rsid w:val="009E2D7C"/>
    <w:rsid w:val="009E6718"/>
    <w:rsid w:val="009F0E28"/>
    <w:rsid w:val="009F14B4"/>
    <w:rsid w:val="00A020AF"/>
    <w:rsid w:val="00A02E9F"/>
    <w:rsid w:val="00A03712"/>
    <w:rsid w:val="00A038CB"/>
    <w:rsid w:val="00A04792"/>
    <w:rsid w:val="00A05828"/>
    <w:rsid w:val="00A07262"/>
    <w:rsid w:val="00A11F72"/>
    <w:rsid w:val="00A12511"/>
    <w:rsid w:val="00A13BB7"/>
    <w:rsid w:val="00A16196"/>
    <w:rsid w:val="00A16315"/>
    <w:rsid w:val="00A16BE8"/>
    <w:rsid w:val="00A20640"/>
    <w:rsid w:val="00A23C83"/>
    <w:rsid w:val="00A23F6B"/>
    <w:rsid w:val="00A253A5"/>
    <w:rsid w:val="00A25DBA"/>
    <w:rsid w:val="00A271F3"/>
    <w:rsid w:val="00A52999"/>
    <w:rsid w:val="00A52D30"/>
    <w:rsid w:val="00A570A3"/>
    <w:rsid w:val="00A714E2"/>
    <w:rsid w:val="00A75CC9"/>
    <w:rsid w:val="00A77E65"/>
    <w:rsid w:val="00A81135"/>
    <w:rsid w:val="00A8644E"/>
    <w:rsid w:val="00A913A5"/>
    <w:rsid w:val="00A921CE"/>
    <w:rsid w:val="00A93C75"/>
    <w:rsid w:val="00A94AB6"/>
    <w:rsid w:val="00AA1769"/>
    <w:rsid w:val="00AB0AB8"/>
    <w:rsid w:val="00AB19BE"/>
    <w:rsid w:val="00AB2160"/>
    <w:rsid w:val="00AB4BB2"/>
    <w:rsid w:val="00AB5131"/>
    <w:rsid w:val="00AC0164"/>
    <w:rsid w:val="00AC1FCA"/>
    <w:rsid w:val="00AC265F"/>
    <w:rsid w:val="00AC2B53"/>
    <w:rsid w:val="00AC3B19"/>
    <w:rsid w:val="00AC3B39"/>
    <w:rsid w:val="00AD176F"/>
    <w:rsid w:val="00AD3EE3"/>
    <w:rsid w:val="00AD4F08"/>
    <w:rsid w:val="00AD5DBB"/>
    <w:rsid w:val="00AE3926"/>
    <w:rsid w:val="00AE39A7"/>
    <w:rsid w:val="00AE4D3F"/>
    <w:rsid w:val="00AE5620"/>
    <w:rsid w:val="00AE74C5"/>
    <w:rsid w:val="00AF16A7"/>
    <w:rsid w:val="00AF3DB9"/>
    <w:rsid w:val="00AF4469"/>
    <w:rsid w:val="00AF4FCA"/>
    <w:rsid w:val="00AF56FC"/>
    <w:rsid w:val="00AF7475"/>
    <w:rsid w:val="00B0189A"/>
    <w:rsid w:val="00B036EC"/>
    <w:rsid w:val="00B0554A"/>
    <w:rsid w:val="00B15B4E"/>
    <w:rsid w:val="00B17EEC"/>
    <w:rsid w:val="00B240D6"/>
    <w:rsid w:val="00B3614E"/>
    <w:rsid w:val="00B3618E"/>
    <w:rsid w:val="00B427B9"/>
    <w:rsid w:val="00B5010C"/>
    <w:rsid w:val="00B621EF"/>
    <w:rsid w:val="00B67A32"/>
    <w:rsid w:val="00B70A70"/>
    <w:rsid w:val="00B732E2"/>
    <w:rsid w:val="00B754FF"/>
    <w:rsid w:val="00B75F78"/>
    <w:rsid w:val="00B76C4B"/>
    <w:rsid w:val="00B77591"/>
    <w:rsid w:val="00B77995"/>
    <w:rsid w:val="00B8124A"/>
    <w:rsid w:val="00BA15CB"/>
    <w:rsid w:val="00BA1EE8"/>
    <w:rsid w:val="00BA6358"/>
    <w:rsid w:val="00BB0400"/>
    <w:rsid w:val="00BB05BF"/>
    <w:rsid w:val="00BB17B8"/>
    <w:rsid w:val="00BB379C"/>
    <w:rsid w:val="00BB56CD"/>
    <w:rsid w:val="00BC4061"/>
    <w:rsid w:val="00BD0325"/>
    <w:rsid w:val="00BD20A3"/>
    <w:rsid w:val="00BD4307"/>
    <w:rsid w:val="00BD5BEC"/>
    <w:rsid w:val="00BD61BB"/>
    <w:rsid w:val="00BE3B2E"/>
    <w:rsid w:val="00BE7890"/>
    <w:rsid w:val="00BF0760"/>
    <w:rsid w:val="00BF53CB"/>
    <w:rsid w:val="00BF6C8E"/>
    <w:rsid w:val="00C02679"/>
    <w:rsid w:val="00C118E4"/>
    <w:rsid w:val="00C1679A"/>
    <w:rsid w:val="00C21875"/>
    <w:rsid w:val="00C24309"/>
    <w:rsid w:val="00C24447"/>
    <w:rsid w:val="00C32B82"/>
    <w:rsid w:val="00C41456"/>
    <w:rsid w:val="00C46513"/>
    <w:rsid w:val="00C51E1F"/>
    <w:rsid w:val="00C67341"/>
    <w:rsid w:val="00C67F56"/>
    <w:rsid w:val="00C72505"/>
    <w:rsid w:val="00C76F3D"/>
    <w:rsid w:val="00C80A66"/>
    <w:rsid w:val="00C839C7"/>
    <w:rsid w:val="00C84AC4"/>
    <w:rsid w:val="00C84B76"/>
    <w:rsid w:val="00C85C33"/>
    <w:rsid w:val="00C864EE"/>
    <w:rsid w:val="00C907F8"/>
    <w:rsid w:val="00C92DD3"/>
    <w:rsid w:val="00C930E1"/>
    <w:rsid w:val="00C976EA"/>
    <w:rsid w:val="00CA21CB"/>
    <w:rsid w:val="00CA2233"/>
    <w:rsid w:val="00CA265F"/>
    <w:rsid w:val="00CA5E79"/>
    <w:rsid w:val="00CA7B6A"/>
    <w:rsid w:val="00CB06DB"/>
    <w:rsid w:val="00CB1600"/>
    <w:rsid w:val="00CB1E14"/>
    <w:rsid w:val="00CB266D"/>
    <w:rsid w:val="00CB2B7C"/>
    <w:rsid w:val="00CB2E4E"/>
    <w:rsid w:val="00CB5169"/>
    <w:rsid w:val="00CB72B8"/>
    <w:rsid w:val="00CC21CB"/>
    <w:rsid w:val="00CC2662"/>
    <w:rsid w:val="00CD014D"/>
    <w:rsid w:val="00CD2AEE"/>
    <w:rsid w:val="00CD5FD3"/>
    <w:rsid w:val="00CE2B0E"/>
    <w:rsid w:val="00CF2540"/>
    <w:rsid w:val="00CF76DC"/>
    <w:rsid w:val="00D008B5"/>
    <w:rsid w:val="00D02644"/>
    <w:rsid w:val="00D03823"/>
    <w:rsid w:val="00D052AD"/>
    <w:rsid w:val="00D10F22"/>
    <w:rsid w:val="00D11D81"/>
    <w:rsid w:val="00D215F3"/>
    <w:rsid w:val="00D230BE"/>
    <w:rsid w:val="00D24E52"/>
    <w:rsid w:val="00D24EB7"/>
    <w:rsid w:val="00D30743"/>
    <w:rsid w:val="00D325CA"/>
    <w:rsid w:val="00D35F9E"/>
    <w:rsid w:val="00D3666B"/>
    <w:rsid w:val="00D37A0D"/>
    <w:rsid w:val="00D40019"/>
    <w:rsid w:val="00D407B1"/>
    <w:rsid w:val="00D54D3B"/>
    <w:rsid w:val="00D56048"/>
    <w:rsid w:val="00D617EC"/>
    <w:rsid w:val="00D622D1"/>
    <w:rsid w:val="00D64257"/>
    <w:rsid w:val="00D66B4A"/>
    <w:rsid w:val="00D70348"/>
    <w:rsid w:val="00D7414C"/>
    <w:rsid w:val="00D84193"/>
    <w:rsid w:val="00D91E54"/>
    <w:rsid w:val="00D94E1E"/>
    <w:rsid w:val="00D95D09"/>
    <w:rsid w:val="00D973C3"/>
    <w:rsid w:val="00DA2E20"/>
    <w:rsid w:val="00DA2F5F"/>
    <w:rsid w:val="00DA46B3"/>
    <w:rsid w:val="00DA4CD5"/>
    <w:rsid w:val="00DB149C"/>
    <w:rsid w:val="00DB1801"/>
    <w:rsid w:val="00DB2733"/>
    <w:rsid w:val="00DC3289"/>
    <w:rsid w:val="00DD14C8"/>
    <w:rsid w:val="00DD5EF6"/>
    <w:rsid w:val="00DE4BE9"/>
    <w:rsid w:val="00DE5661"/>
    <w:rsid w:val="00DE641A"/>
    <w:rsid w:val="00DE647A"/>
    <w:rsid w:val="00DE64A6"/>
    <w:rsid w:val="00DE700F"/>
    <w:rsid w:val="00DF1BF4"/>
    <w:rsid w:val="00DF3577"/>
    <w:rsid w:val="00E02725"/>
    <w:rsid w:val="00E11705"/>
    <w:rsid w:val="00E14185"/>
    <w:rsid w:val="00E21E9D"/>
    <w:rsid w:val="00E23209"/>
    <w:rsid w:val="00E2551F"/>
    <w:rsid w:val="00E32FD4"/>
    <w:rsid w:val="00E34E0B"/>
    <w:rsid w:val="00E36CB5"/>
    <w:rsid w:val="00E41571"/>
    <w:rsid w:val="00E426DC"/>
    <w:rsid w:val="00E46A90"/>
    <w:rsid w:val="00E54176"/>
    <w:rsid w:val="00E55289"/>
    <w:rsid w:val="00E60005"/>
    <w:rsid w:val="00E63399"/>
    <w:rsid w:val="00E6459B"/>
    <w:rsid w:val="00E64D98"/>
    <w:rsid w:val="00E70638"/>
    <w:rsid w:val="00E7524B"/>
    <w:rsid w:val="00E7667C"/>
    <w:rsid w:val="00E803FA"/>
    <w:rsid w:val="00E81BF4"/>
    <w:rsid w:val="00E84AD4"/>
    <w:rsid w:val="00E861D4"/>
    <w:rsid w:val="00E914A8"/>
    <w:rsid w:val="00E943CD"/>
    <w:rsid w:val="00E95995"/>
    <w:rsid w:val="00E97A43"/>
    <w:rsid w:val="00EA131E"/>
    <w:rsid w:val="00EA35CC"/>
    <w:rsid w:val="00EA4671"/>
    <w:rsid w:val="00EB39E9"/>
    <w:rsid w:val="00EC2842"/>
    <w:rsid w:val="00EC3F33"/>
    <w:rsid w:val="00EC4231"/>
    <w:rsid w:val="00EC52C4"/>
    <w:rsid w:val="00EC5637"/>
    <w:rsid w:val="00ED0651"/>
    <w:rsid w:val="00ED23D2"/>
    <w:rsid w:val="00ED464A"/>
    <w:rsid w:val="00ED7391"/>
    <w:rsid w:val="00ED7557"/>
    <w:rsid w:val="00ED7DAD"/>
    <w:rsid w:val="00EE1757"/>
    <w:rsid w:val="00EE2C8F"/>
    <w:rsid w:val="00EF2D9E"/>
    <w:rsid w:val="00EF5C70"/>
    <w:rsid w:val="00F00E2B"/>
    <w:rsid w:val="00F02CB4"/>
    <w:rsid w:val="00F051D1"/>
    <w:rsid w:val="00F075A6"/>
    <w:rsid w:val="00F1388D"/>
    <w:rsid w:val="00F1394C"/>
    <w:rsid w:val="00F13C61"/>
    <w:rsid w:val="00F16A9C"/>
    <w:rsid w:val="00F23842"/>
    <w:rsid w:val="00F23920"/>
    <w:rsid w:val="00F23B4E"/>
    <w:rsid w:val="00F27DA3"/>
    <w:rsid w:val="00F35973"/>
    <w:rsid w:val="00F43803"/>
    <w:rsid w:val="00F4541B"/>
    <w:rsid w:val="00F46358"/>
    <w:rsid w:val="00F4653D"/>
    <w:rsid w:val="00F47F1B"/>
    <w:rsid w:val="00F5469E"/>
    <w:rsid w:val="00F5752F"/>
    <w:rsid w:val="00F63E44"/>
    <w:rsid w:val="00F64034"/>
    <w:rsid w:val="00F71689"/>
    <w:rsid w:val="00F71B6F"/>
    <w:rsid w:val="00F71C10"/>
    <w:rsid w:val="00F71F50"/>
    <w:rsid w:val="00F72142"/>
    <w:rsid w:val="00F7271C"/>
    <w:rsid w:val="00F75D2E"/>
    <w:rsid w:val="00F83386"/>
    <w:rsid w:val="00F8370E"/>
    <w:rsid w:val="00F87B1C"/>
    <w:rsid w:val="00F87CBB"/>
    <w:rsid w:val="00F97F3C"/>
    <w:rsid w:val="00FA09F0"/>
    <w:rsid w:val="00FA4FED"/>
    <w:rsid w:val="00FA7FA5"/>
    <w:rsid w:val="00FB5940"/>
    <w:rsid w:val="00FB6154"/>
    <w:rsid w:val="00FC3352"/>
    <w:rsid w:val="00FD06C2"/>
    <w:rsid w:val="00FD1532"/>
    <w:rsid w:val="00FD5F39"/>
    <w:rsid w:val="00FD6B17"/>
    <w:rsid w:val="00FE0096"/>
    <w:rsid w:val="00FE0FFD"/>
    <w:rsid w:val="00FE153A"/>
    <w:rsid w:val="00FF2121"/>
    <w:rsid w:val="00FF2D6A"/>
    <w:rsid w:val="00FF3E37"/>
    <w:rsid w:val="00FF5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FC99120"/>
  <w15:docId w15:val="{CC5DC107-EEA8-487E-B56B-974EC74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02679"/>
    <w:pPr>
      <w:spacing w:after="120" w:line="300" w:lineRule="atLeast"/>
    </w:pPr>
    <w:rPr>
      <w:rFonts w:ascii="Montserrat" w:eastAsia="Times New Roman" w:hAnsi="Montserrat" w:cs="Times New Roman"/>
      <w:sz w:val="20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A23F6B"/>
    <w:pPr>
      <w:keepNext/>
      <w:keepLines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23F6B"/>
    <w:pPr>
      <w:keepNext/>
      <w:keepLines/>
      <w:spacing w:before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23F6B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20640"/>
    <w:rPr>
      <w:rFonts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20640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E671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6718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651AE9"/>
    <w:rPr>
      <w:color w:val="808080"/>
    </w:rPr>
  </w:style>
  <w:style w:type="paragraph" w:styleId="Listenabsatz">
    <w:name w:val="List Paragraph"/>
    <w:basedOn w:val="Standard"/>
    <w:uiPriority w:val="34"/>
    <w:qFormat/>
    <w:rsid w:val="006168C4"/>
    <w:pPr>
      <w:ind w:left="720"/>
      <w:contextualSpacing/>
    </w:pPr>
  </w:style>
  <w:style w:type="table" w:styleId="Tabellenraster">
    <w:name w:val="Table Grid"/>
    <w:basedOn w:val="NormaleTabelle"/>
    <w:uiPriority w:val="59"/>
    <w:rsid w:val="00A52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A23F6B"/>
    <w:rPr>
      <w:rFonts w:ascii="Tahoma" w:eastAsiaTheme="majorEastAsia" w:hAnsi="Tahoma" w:cstheme="majorBidi"/>
      <w:b/>
      <w:bCs/>
      <w:sz w:val="28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23F6B"/>
    <w:rPr>
      <w:rFonts w:ascii="Tahoma" w:eastAsiaTheme="majorEastAsia" w:hAnsi="Tahoma" w:cstheme="majorBidi"/>
      <w:b/>
      <w:bCs/>
      <w:sz w:val="24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23F6B"/>
    <w:rPr>
      <w:rFonts w:ascii="Tahoma" w:eastAsiaTheme="majorEastAsia" w:hAnsi="Tahoma" w:cstheme="majorBidi"/>
      <w:b/>
      <w:bCs/>
      <w:szCs w:val="24"/>
      <w:lang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076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0760"/>
    <w:rPr>
      <w:rFonts w:asciiTheme="majorHAnsi" w:eastAsiaTheme="majorEastAsia" w:hAnsiTheme="majorHAnsi" w:cstheme="majorBidi"/>
      <w:i/>
      <w:iCs/>
      <w:spacing w:val="15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E74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E74C5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E74C5"/>
    <w:rPr>
      <w:rFonts w:ascii="Montserrat" w:eastAsia="Times New Roman" w:hAnsi="Montserrat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E74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E74C5"/>
    <w:rPr>
      <w:rFonts w:ascii="Montserrat" w:eastAsia="Times New Roman" w:hAnsi="Montserrat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6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%20Schnittger\AppData\Roaming\Microsoft\Templates\Arbeitsblatt_HWS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6E75B46905F644B082CF0E0FA2D5CB" ma:contentTypeVersion="" ma:contentTypeDescription="Ein neues Dokument erstellen." ma:contentTypeScope="" ma:versionID="13290f12e97b0a9c88d178a7fffc929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78685-339B-4A84-8CFE-B535B45B71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B0F36A-DFA8-4028-ABB7-9CFF23ACF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27E902-1A60-4926-AA5B-48999EE49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8FAB77-6386-455A-991B-01254D4E3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Arbeitsblatt_HWS.dotx</Template>
  <TotalTime>0</TotalTime>
  <Pages>2</Pages>
  <Words>197</Words>
  <Characters>1250</Characters>
  <Application>Microsoft Office Word</Application>
  <DocSecurity>0</DocSecurity>
  <Lines>53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Vorlagenblatt</dc:subject>
  <dc:creator>Stephan Schnittger</dc:creator>
  <cp:lastModifiedBy>txtbro_ strauss</cp:lastModifiedBy>
  <cp:revision>10</cp:revision>
  <cp:lastPrinted>2020-04-18T19:53:00Z</cp:lastPrinted>
  <dcterms:created xsi:type="dcterms:W3CDTF">2020-02-27T08:55:00Z</dcterms:created>
  <dcterms:modified xsi:type="dcterms:W3CDTF">2021-06-15T12:52:00Z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0x010100126E75B46905F644B082CF0E0FA2D5CB</vt:lpwstr>
  </property>
</Properties>
</file>